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0D4F9" w14:textId="77777777" w:rsidR="00692F7A" w:rsidRDefault="00692F7A" w:rsidP="00692F7A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17E71FFD" w14:textId="77777777" w:rsidR="00692F7A" w:rsidRDefault="00692F7A" w:rsidP="00692F7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8C2E3FC" w14:textId="77777777" w:rsidR="00692F7A" w:rsidRDefault="00692F7A" w:rsidP="00692F7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07B1016F" w14:textId="77777777" w:rsidR="00692F7A" w:rsidRDefault="00692F7A" w:rsidP="00692F7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2C90AC5C" w14:textId="77777777" w:rsidR="00692F7A" w:rsidRDefault="00692F7A" w:rsidP="00692F7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2027/2028</w:t>
      </w:r>
    </w:p>
    <w:p w14:paraId="4530FF44" w14:textId="77777777" w:rsidR="00692F7A" w:rsidRDefault="00692F7A" w:rsidP="00692F7A">
      <w:pPr>
        <w:pStyle w:val="Punktygwne"/>
        <w:spacing w:before="0" w:after="0"/>
        <w:rPr>
          <w:rFonts w:ascii="Corbel" w:hAnsi="Corbel"/>
          <w:szCs w:val="24"/>
        </w:rPr>
      </w:pPr>
    </w:p>
    <w:p w14:paraId="03BDB63D" w14:textId="77777777" w:rsidR="00692F7A" w:rsidRDefault="00692F7A" w:rsidP="00692F7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692F7A" w14:paraId="249B8ED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F02B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6953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Systemy ustrojowe wybranych państw Europy Środkowo-Wschodniej</w:t>
            </w:r>
          </w:p>
        </w:tc>
      </w:tr>
      <w:tr w:rsidR="00692F7A" w14:paraId="58F7FCE3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80FA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03D6" w14:textId="77777777" w:rsidR="00692F7A" w:rsidRDefault="00692F7A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sz w:val="24"/>
                <w:szCs w:val="24"/>
              </w:rPr>
              <w:t>ASO 61</w:t>
            </w:r>
          </w:p>
        </w:tc>
      </w:tr>
      <w:tr w:rsidR="00692F7A" w14:paraId="7730E11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69A1" w14:textId="77777777" w:rsidR="00692F7A" w:rsidRDefault="00692F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252B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 </w:t>
            </w:r>
          </w:p>
        </w:tc>
      </w:tr>
      <w:tr w:rsidR="00692F7A" w14:paraId="67672CE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6D4D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E821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Ustrojów Państw Europejskich </w:t>
            </w:r>
          </w:p>
        </w:tc>
      </w:tr>
      <w:tr w:rsidR="00692F7A" w14:paraId="57D4069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7283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F370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92F7A" w14:paraId="69B0D1F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FF88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1073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 stopnia </w:t>
            </w:r>
          </w:p>
        </w:tc>
      </w:tr>
      <w:tr w:rsidR="00692F7A" w14:paraId="6325128F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91F4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1C92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2F7A" w14:paraId="510FFFF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EC2A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D688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92F7A" w14:paraId="71F78427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6BEB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FC80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692F7A" w14:paraId="0B3E2D3F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BB36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E7F2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92F7A" w14:paraId="6B06960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86F3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19E8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92F7A" w14:paraId="4028245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301C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95C9" w14:textId="77777777" w:rsidR="00692F7A" w:rsidRDefault="00692F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Viktoriya Serzhanova, prof. UR</w:t>
            </w:r>
          </w:p>
        </w:tc>
      </w:tr>
      <w:tr w:rsidR="00692F7A" w14:paraId="103B072C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4C90" w14:textId="77777777" w:rsidR="00692F7A" w:rsidRDefault="00692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0F2C" w14:textId="77777777" w:rsidR="00692F7A" w:rsidRDefault="00692F7A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477FE32D" w14:textId="77777777" w:rsidR="00692F7A" w:rsidRDefault="00692F7A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>
              <w:rPr>
                <w:rFonts w:ascii="Corbel" w:hAnsi="Corbel" w:cs="Tahoma"/>
                <w:sz w:val="24"/>
                <w:lang w:val="fr-FR"/>
              </w:rPr>
              <w:t>dr Jan Plis, dr Krystian Nowak</w:t>
            </w:r>
          </w:p>
        </w:tc>
      </w:tr>
    </w:tbl>
    <w:p w14:paraId="438EE3F3" w14:textId="77777777" w:rsidR="00692F7A" w:rsidRDefault="00692F7A" w:rsidP="00692F7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CBA742" w14:textId="77777777" w:rsidR="00692F7A" w:rsidRDefault="00692F7A" w:rsidP="00692F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DC81D8" w14:textId="77777777" w:rsidR="00692F7A" w:rsidRDefault="00692F7A" w:rsidP="00692F7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5C6E0067" w14:textId="77777777" w:rsidR="00692F7A" w:rsidRDefault="00692F7A" w:rsidP="00692F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930"/>
        <w:gridCol w:w="722"/>
        <w:gridCol w:w="821"/>
        <w:gridCol w:w="763"/>
        <w:gridCol w:w="949"/>
        <w:gridCol w:w="1190"/>
        <w:gridCol w:w="1504"/>
      </w:tblGrid>
      <w:tr w:rsidR="00692F7A" w14:paraId="3424D07F" w14:textId="7777777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4D75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323367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F593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DC3F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408A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DE4D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06AA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87AA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71C7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C425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AC03" w14:textId="77777777" w:rsidR="00692F7A" w:rsidRDefault="00692F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Liczba pkt. ECTS</w:t>
            </w:r>
          </w:p>
        </w:tc>
      </w:tr>
      <w:tr w:rsidR="00692F7A" w14:paraId="69BDD1E7" w14:textId="7777777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7713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CB4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BCBB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1347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3547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BE42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CAA2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ED5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D05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D922" w14:textId="77777777" w:rsidR="00692F7A" w:rsidRDefault="00692F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A81FB" w14:textId="77777777" w:rsidR="00692F7A" w:rsidRDefault="00692F7A" w:rsidP="00692F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C945B7" w14:textId="77777777" w:rsidR="00692F7A" w:rsidRDefault="00692F7A" w:rsidP="00692F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7B84348D" w14:textId="77777777" w:rsidR="00692F7A" w:rsidRDefault="00692F7A" w:rsidP="00692F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E0F279" w14:textId="77777777" w:rsidR="00692F7A" w:rsidRDefault="00692F7A" w:rsidP="00692F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C2B923" w14:textId="77777777" w:rsidR="00692F7A" w:rsidRDefault="00692F7A" w:rsidP="00692F7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zajęcia realizowane z wykorzystaniem metod i technik kształcenia na odległość</w:t>
      </w:r>
    </w:p>
    <w:p w14:paraId="7A4561DB" w14:textId="77777777" w:rsidR="00692F7A" w:rsidRDefault="00692F7A" w:rsidP="00692F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80F36" w14:textId="77777777" w:rsidR="00692F7A" w:rsidRDefault="00692F7A" w:rsidP="00692F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1.3. 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5FFC5FCF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47631" w14:textId="77777777" w:rsidR="00692F7A" w:rsidRDefault="00692F7A" w:rsidP="00692F7A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zaliczenie z oceną</w:t>
      </w:r>
    </w:p>
    <w:p w14:paraId="10672885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8A2D63" w14:textId="77777777" w:rsidR="00692F7A" w:rsidRDefault="00692F7A" w:rsidP="00692F7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 xml:space="preserve">2. Wymagania wstępne </w:t>
      </w:r>
    </w:p>
    <w:p w14:paraId="2FFC1C36" w14:textId="77777777" w:rsidR="00692F7A" w:rsidRDefault="00692F7A" w:rsidP="00692F7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2F7A" w14:paraId="3E26AE4C" w14:textId="7777777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1702" w14:textId="77777777" w:rsidR="00692F7A" w:rsidRDefault="00692F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Brak </w:t>
            </w:r>
          </w:p>
        </w:tc>
      </w:tr>
    </w:tbl>
    <w:p w14:paraId="6CF97C23" w14:textId="77777777" w:rsidR="00692F7A" w:rsidRDefault="00692F7A" w:rsidP="00692F7A">
      <w:pPr>
        <w:pStyle w:val="Punktygwne"/>
        <w:spacing w:before="0" w:after="0"/>
        <w:rPr>
          <w:rFonts w:ascii="Corbel" w:hAnsi="Corbel"/>
          <w:szCs w:val="24"/>
        </w:rPr>
      </w:pPr>
    </w:p>
    <w:p w14:paraId="3A1C4573" w14:textId="77777777" w:rsidR="00692F7A" w:rsidRDefault="00692F7A" w:rsidP="00692F7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b w:val="0"/>
          <w:smallCaps w:val="0"/>
        </w:rPr>
        <w:br w:type="column"/>
      </w: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69A114A2" w14:textId="77777777" w:rsidR="00692F7A" w:rsidRDefault="00692F7A" w:rsidP="00692F7A">
      <w:pPr>
        <w:pStyle w:val="Punktygwne"/>
        <w:spacing w:before="0" w:after="0"/>
        <w:rPr>
          <w:rFonts w:ascii="Corbel" w:hAnsi="Corbel"/>
          <w:szCs w:val="24"/>
        </w:rPr>
      </w:pPr>
    </w:p>
    <w:p w14:paraId="63A16C1B" w14:textId="77777777" w:rsidR="00692F7A" w:rsidRDefault="00692F7A" w:rsidP="00692F7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2BD3F2B" w14:textId="77777777" w:rsidR="00692F7A" w:rsidRDefault="00692F7A" w:rsidP="00692F7A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92F7A" w14:paraId="7D6E03CE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3C05" w14:textId="77777777" w:rsidR="00692F7A" w:rsidRDefault="00692F7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7F21" w14:textId="77777777" w:rsidR="00692F7A" w:rsidRDefault="00692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Europy Środkowo-Wschodniej, a w szczególności z organizacją, kompetencjami oraz zasadami funkcjonowania instytucji ustrojowych oraz naczelnych organów państwowych i ich wzajemnych relacji.</w:t>
            </w:r>
          </w:p>
        </w:tc>
      </w:tr>
      <w:tr w:rsidR="00692F7A" w14:paraId="7E658846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E88E" w14:textId="77777777" w:rsidR="00692F7A" w:rsidRDefault="00692F7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46A8" w14:textId="77777777" w:rsidR="00692F7A" w:rsidRDefault="00692F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organizacją, kompetencjami oraz zasadami funkcjonowania instytucji ustrojowych w państwach Europy Środkowo-Wschodniej. </w:t>
            </w:r>
          </w:p>
        </w:tc>
      </w:tr>
    </w:tbl>
    <w:p w14:paraId="1829EABB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1EC0CF" w14:textId="77777777" w:rsidR="00692F7A" w:rsidRDefault="00692F7A" w:rsidP="00692F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5D77382" w14:textId="77777777" w:rsidR="00692F7A" w:rsidRDefault="00692F7A" w:rsidP="00692F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92F7A" w14:paraId="71916279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FF72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7B40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20FC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2F7A" w14:paraId="335C9B58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B0C4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564D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ma podstawową wiedzę na temat poszczególnych systemów politycznych, potrafi przedstawić zasady funkcjonowania oraz zarys ewolucji podstawowych instytucji administracyjnych i prawnych w wybranych państwach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8EA0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692F7A" w14:paraId="366C51ED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4555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707F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 xml:space="preserve">student posiada wiedzę na temat współczesnych ustrojów politycznych, zasad organizacji i funkcjonowania naczelnych organów państwowych, a także zasad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konstytucyjno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prawnych państw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8ED5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692F7A" w14:paraId="3498DD88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D50D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3966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posiada podstawową wiedzę z zakresu instytucji demokratycznych systemów politycznych i prawnych wybranych państw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EAA0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K_W09,</w:t>
            </w:r>
          </w:p>
        </w:tc>
      </w:tr>
      <w:tr w:rsidR="00692F7A" w14:paraId="0F0656B2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8957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ADC3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 najważniejsze dylematy jakie niesie za sobą rozwój cywilizacyjny w obrębie nauk prawno-administracyjnych i ekonomicznych w wybranych państwach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305E8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692F7A" w14:paraId="5F979A0B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8B419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E4AE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potrafi prawidłowo identyfikować i interpretować zjawiska prawne, społeczne, ekonomiczne, polityczne i organizacyjne, a także relacje pomiędzy organami w poszczególnych systemach politycznych na przykładzie wybranych państw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D540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692F7A" w14:paraId="414E15D0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6EC3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212D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potrafi samodzielnie zdobywać wiedzę i rozwijać swoje profesjonalne umiejętności z zakresu teorii systemów politycznych wybranych państw Europy Środkowo - Wschodniej, korzystając z różnych źródeł i nowoczesnych technologii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C297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</w:tbl>
    <w:p w14:paraId="6BA7A93F" w14:textId="77777777" w:rsidR="00692F7A" w:rsidRDefault="00692F7A" w:rsidP="00692F7A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92F7A" w14:paraId="1C6691D0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CA2E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F697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posiada umiejętność prowadzenia debaty, potrafi samodzielnie przygotować prace pisemne oraz wystąpienia ustne i prezentacje multimedialne związane z poszczególnymi cechami systemów politycznych i ustrojowych państw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DB51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692F7A" w14:paraId="077A6F86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94CF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7E2D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jest gotów do krytycznej oceny posiadanej wiedzy i odbieranych treści w sposób umożliwiający konstruktywną wymianę poglądów i właściwą analizę problemu z zakresu teorii systemów ustrojowych państw Europy Środkowo - Wschodniej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47EF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692F7A" w14:paraId="5B63A819" w14:textId="7777777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1708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8650" w14:textId="77777777" w:rsidR="00692F7A" w:rsidRDefault="00692F7A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i kreatywnego myślenia oraz działania z zakresu teorii ustrojów państwowych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A75F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934B6F4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B6963" w14:textId="77777777" w:rsidR="00692F7A" w:rsidRDefault="00692F7A" w:rsidP="00692F7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4BE6BE06" w14:textId="77777777" w:rsidR="00692F7A" w:rsidRDefault="00692F7A" w:rsidP="00692F7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</w:p>
    <w:p w14:paraId="6E14DBD2" w14:textId="77777777" w:rsidR="00692F7A" w:rsidRDefault="00692F7A" w:rsidP="00692F7A">
      <w:pPr>
        <w:pStyle w:val="Akapitzlist"/>
        <w:numPr>
          <w:ilvl w:val="0"/>
          <w:numId w:val="5"/>
        </w:num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3141F9DB" w14:textId="77777777" w:rsidR="00692F7A" w:rsidRDefault="00692F7A" w:rsidP="00692F7A">
      <w:pPr>
        <w:pStyle w:val="Akapitzlist"/>
        <w:spacing w:after="0" w:line="240" w:lineRule="auto"/>
        <w:ind w:left="1080"/>
        <w:rPr>
          <w:rFonts w:ascii="Corbel" w:hAnsi="Corbel"/>
          <w:sz w:val="24"/>
          <w:szCs w:val="24"/>
        </w:rPr>
      </w:pPr>
    </w:p>
    <w:p w14:paraId="4B1B160F" w14:textId="77777777" w:rsidR="00692F7A" w:rsidRDefault="00692F7A" w:rsidP="00692F7A">
      <w:pPr>
        <w:pStyle w:val="Akapitzlist"/>
        <w:numPr>
          <w:ilvl w:val="0"/>
          <w:numId w:val="5"/>
        </w:num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692A0C92" w14:textId="77777777" w:rsidR="00692F7A" w:rsidRDefault="00692F7A" w:rsidP="00692F7A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9"/>
        <w:gridCol w:w="6"/>
      </w:tblGrid>
      <w:tr w:rsidR="00692F7A" w14:paraId="33F3519D" w14:textId="77777777">
        <w:trPr>
          <w:trHeight w:val="397"/>
        </w:trPr>
        <w:tc>
          <w:tcPr>
            <w:tcW w:w="7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360D" w14:textId="77777777" w:rsidR="00692F7A" w:rsidRDefault="00692F7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92F7A" w14:paraId="3577CA59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B30D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ustroju politycznego (państwowego)</w:t>
            </w:r>
          </w:p>
        </w:tc>
      </w:tr>
      <w:tr w:rsidR="00692F7A" w14:paraId="74B61862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7CE4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państw współczesnych</w:t>
            </w:r>
          </w:p>
        </w:tc>
      </w:tr>
      <w:tr w:rsidR="00692F7A" w14:paraId="07FF7CF4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547A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konstytucji.</w:t>
            </w:r>
          </w:p>
        </w:tc>
      </w:tr>
      <w:tr w:rsidR="00692F7A" w14:paraId="3589C834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4BB1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ustawodawcza.</w:t>
            </w:r>
          </w:p>
        </w:tc>
      </w:tr>
      <w:tr w:rsidR="00692F7A" w14:paraId="77F9A017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32F5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wykonawcza.</w:t>
            </w:r>
          </w:p>
        </w:tc>
      </w:tr>
      <w:tr w:rsidR="00692F7A" w14:paraId="3ED02481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9050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sadownicza.</w:t>
            </w:r>
          </w:p>
        </w:tc>
      </w:tr>
      <w:tr w:rsidR="00692F7A" w14:paraId="148766BF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41BA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konstytucyjności prawa</w:t>
            </w:r>
          </w:p>
        </w:tc>
      </w:tr>
      <w:tr w:rsidR="00692F7A" w14:paraId="4C30167B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6FA0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 terytorialny.</w:t>
            </w:r>
          </w:p>
        </w:tc>
      </w:tr>
      <w:tr w:rsidR="00692F7A" w14:paraId="552D7FDC" w14:textId="77777777">
        <w:trPr>
          <w:gridAfter w:val="1"/>
          <w:wAfter w:w="6" w:type="dxa"/>
          <w:trHeight w:val="397"/>
        </w:trPr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3FDA" w14:textId="77777777" w:rsidR="00692F7A" w:rsidRDefault="00692F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kontroli państwowej i ochrony prawa</w:t>
            </w:r>
          </w:p>
        </w:tc>
      </w:tr>
    </w:tbl>
    <w:p w14:paraId="4D8F09E4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37B4A0C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>3.4. Metody dydaktyczne</w:t>
      </w:r>
      <w:r>
        <w:rPr>
          <w:rFonts w:ascii="Corbel" w:hAnsi="Corbel"/>
          <w:b w:val="0"/>
          <w:smallCaps w:val="0"/>
        </w:rPr>
        <w:t xml:space="preserve"> </w:t>
      </w:r>
    </w:p>
    <w:p w14:paraId="2BD45626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F9B498" w14:textId="77777777" w:rsidR="00692F7A" w:rsidRDefault="00692F7A" w:rsidP="00692F7A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analiza tekstów z dyskusją, projekt badawczy, rozwiązywanie zadań.</w:t>
      </w:r>
    </w:p>
    <w:p w14:paraId="0591D4F5" w14:textId="77777777" w:rsidR="00692F7A" w:rsidRDefault="00692F7A" w:rsidP="00692F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A37526" w14:textId="77777777" w:rsidR="00692F7A" w:rsidRDefault="00692F7A" w:rsidP="00692F7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7D20AD9" w14:textId="77777777" w:rsidR="00692F7A" w:rsidRDefault="00692F7A" w:rsidP="00692F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FF6EAB8" w14:textId="77777777" w:rsidR="00692F7A" w:rsidRDefault="00692F7A" w:rsidP="00692F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975E0C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FFFDDF4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92F7A" w14:paraId="250D2534" w14:textId="777777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D38D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9015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663086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5AD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3B540" w14:textId="77777777" w:rsidR="00692F7A" w:rsidRDefault="00692F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92F7A" w14:paraId="3190C102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0446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B6BD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4B2D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322F47AA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4464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81ED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3385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43F8E574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1022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DE36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9B31B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413388CC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7A64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33B4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7761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72265C19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DBAA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F5A1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F87C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63CF8061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DFC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E827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DE36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3EE018D1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F403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EAB6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16DF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6218A2AB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DF6B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EF60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181B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92F7A" w14:paraId="71B32AF1" w14:textId="77777777">
        <w:trPr>
          <w:trHeight w:val="34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524F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98E2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FD6E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183526C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FD97E2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B877BF" w14:textId="77777777" w:rsidR="00692F7A" w:rsidRDefault="00692F7A" w:rsidP="00692F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2F7A" w14:paraId="7864C87E" w14:textId="7777777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93A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studenta samodzielnej pracy pisemnej oraz prezentacji multimedialnej na wyznaczony przez prowadzącego temat.</w:t>
            </w:r>
          </w:p>
          <w:p w14:paraId="11EBEEF0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 pracy/prezentacji: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opracowanie pracy wg wytycznych przedstawionych przez prowadzącego).</w:t>
            </w:r>
          </w:p>
          <w:p w14:paraId="233A26E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uzyskane za pracę i prezentację są przeliczane na procenty, którym odpowiadają oceny</w:t>
            </w:r>
          </w:p>
          <w:p w14:paraId="08F3F0A2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11633E39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2756D7DA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49A39EC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50FDD14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6CA105B4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dobry.</w:t>
            </w:r>
          </w:p>
        </w:tc>
      </w:tr>
    </w:tbl>
    <w:p w14:paraId="4D6C7E96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12139" w14:textId="77777777" w:rsidR="00692F7A" w:rsidRDefault="00692F7A" w:rsidP="00692F7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A474A8" w14:textId="77777777" w:rsidR="00692F7A" w:rsidRDefault="00692F7A" w:rsidP="00692F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1C088E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692F7A" w14:paraId="067DCD18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F9EA" w14:textId="77777777" w:rsidR="00692F7A" w:rsidRDefault="00692F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670B" w14:textId="77777777" w:rsidR="00692F7A" w:rsidRDefault="00692F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2F7A" w14:paraId="4F23A148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B8C2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B64E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godz. </w:t>
            </w:r>
          </w:p>
        </w:tc>
      </w:tr>
      <w:tr w:rsidR="00692F7A" w14:paraId="076D507E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23EB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41C345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D9D3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godz.</w:t>
            </w:r>
          </w:p>
        </w:tc>
      </w:tr>
      <w:tr w:rsidR="00692F7A" w14:paraId="729FEB52" w14:textId="77777777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5A747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DEF66E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B72C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52 godz. </w:t>
            </w:r>
          </w:p>
        </w:tc>
      </w:tr>
      <w:tr w:rsidR="00692F7A" w14:paraId="584A2F7B" w14:textId="77777777">
        <w:trPr>
          <w:trHeight w:val="351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AEE8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FFE2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92F7A" w14:paraId="6E6A94B3" w14:textId="77777777">
        <w:trPr>
          <w:trHeight w:val="351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6C3C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F883" w14:textId="77777777" w:rsidR="00692F7A" w:rsidRDefault="00692F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D79270" w14:textId="77777777" w:rsidR="00692F7A" w:rsidRDefault="00692F7A" w:rsidP="00692F7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E198C75" w14:textId="77777777" w:rsidR="00692F7A" w:rsidRDefault="00692F7A" w:rsidP="00692F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E4011" w14:textId="77777777" w:rsidR="00692F7A" w:rsidRDefault="00692F7A" w:rsidP="00692F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A5CA4AA" w14:textId="77777777" w:rsidR="00692F7A" w:rsidRDefault="00692F7A" w:rsidP="00692F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92F7A" w14:paraId="659DF607" w14:textId="77777777">
        <w:trPr>
          <w:trHeight w:val="39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FB74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67FB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92F7A" w14:paraId="0AEDCFCA" w14:textId="77777777">
        <w:trPr>
          <w:trHeight w:val="39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4F78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A221" w14:textId="77777777" w:rsidR="00692F7A" w:rsidRDefault="00692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0493F57" w14:textId="77777777" w:rsidR="00692F7A" w:rsidRDefault="00692F7A" w:rsidP="00692F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FC6F7" w14:textId="77777777" w:rsidR="00692F7A" w:rsidRDefault="00692F7A" w:rsidP="00692F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950F42D" w14:textId="77777777" w:rsidR="00692F7A" w:rsidRDefault="00692F7A" w:rsidP="00692F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692F7A" w14:paraId="3432EEBF" w14:textId="77777777">
        <w:trPr>
          <w:trHeight w:val="397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6BB1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1943D30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Sagan S.,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Serzhanova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V., Nauka o państwie współczesnym, Warszawa 2015.</w:t>
            </w:r>
          </w:p>
          <w:p w14:paraId="5EFC5D1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polityczne Europy Środkowej i Wschodniej: perspektywa porównawcza, red. A. Antoszewski, Wrocław 2006.</w:t>
            </w:r>
          </w:p>
          <w:p w14:paraId="128CF2F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Systemy polityczne. Podręcznik akademicki. Zagadnienia teoretyczne, 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Kosowska-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Gąstoł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2019.</w:t>
            </w:r>
          </w:p>
          <w:p w14:paraId="44527208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Konopelko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Wprowadzenie do teorii systemów politycznych, Białystok, 2010</w:t>
            </w:r>
          </w:p>
          <w:p w14:paraId="29ED777F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Współczesne ustroje polityczne, red. M. Żmigrodzki,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Dziemidok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-Olszewska, Warszawa 2013.</w:t>
            </w:r>
          </w:p>
          <w:p w14:paraId="160E0DC5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Żebrowski W., Współczesne systemy polityczne. Zarys teorii i praktyki w wybranych państwach świata, Olsztyn 2005.</w:t>
            </w:r>
          </w:p>
        </w:tc>
      </w:tr>
      <w:tr w:rsidR="00692F7A" w14:paraId="4FF7453F" w14:textId="77777777">
        <w:trPr>
          <w:trHeight w:val="397"/>
        </w:trPr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E75C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uzupełniająca: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7A18352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V., Kompetencje Adwokata Ludu w Rumunii,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 Modern Science” 2015, nr 3. </w:t>
            </w:r>
          </w:p>
          <w:p w14:paraId="1A37C4E5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Serzhanova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V., Organizacja instytucji Adwokata Ludu w Rumunii,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Journal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 Modern Science” 2015, nr 4. </w:t>
            </w:r>
          </w:p>
          <w:p w14:paraId="68895271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>Serzhanova</w:t>
            </w:r>
            <w:proofErr w:type="spellEnd"/>
            <w:r>
              <w:rPr>
                <w:rFonts w:ascii="Calibri" w:eastAsia="Times New Roman" w:hAnsi="Calibri" w:cs="Calibri"/>
                <w:b w:val="0"/>
                <w:smallCaps w:val="0"/>
                <w:color w:val="000000"/>
                <w:bdr w:val="none" w:sz="0" w:space="0" w:color="auto" w:frame="1"/>
                <w:shd w:val="clear" w:color="auto" w:fill="FFFFFF"/>
                <w:lang w:eastAsia="pl-PL"/>
              </w:rPr>
              <w:t xml:space="preserve"> V., Wilk J., Nowak K., Plis J. (red.), Problem państw nieuznawanych we współczesnym świecie, Warszawa 2019.</w:t>
            </w:r>
          </w:p>
          <w:p w14:paraId="772C9D4D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Konstytucja Republiki Kosowa, wstęp i tłumaczenie, K. Nowak, Rzeszów 2010. </w:t>
            </w:r>
          </w:p>
          <w:p w14:paraId="059B9487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Nowak K., O ustroju Gagauzji - przyczynek do dyskusji „Roczniki Administracji i Prawa” 2019, t . spec., nr 19. </w:t>
            </w:r>
          </w:p>
          <w:p w14:paraId="3C9DB4C4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Nowak K., The Constitutional Court of Kosovo - Introductory Remarks, „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Przegląd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Prawa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Konstytucyjnego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” 2020, nr 6. </w:t>
            </w:r>
          </w:p>
          <w:p w14:paraId="092CA61D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Seria Systemy konstytucyjne świata, Wydawnictwo Sejmowe:</w:t>
            </w:r>
          </w:p>
          <w:p w14:paraId="10ED5106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Wojnacki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System konstytucyjny Albanii,</w:t>
            </w:r>
          </w:p>
          <w:p w14:paraId="7B4A0647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Grzybowski, J. Karp: System konstytucyjny Bułgarii, </w:t>
            </w:r>
          </w:p>
          <w:p w14:paraId="61DFCD59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Grzybowski, J. Karp: System konstytucyjny Chorwacji,</w:t>
            </w:r>
          </w:p>
          <w:p w14:paraId="61D5BD66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Skotonicki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System konstytucyjny Czech, </w:t>
            </w:r>
          </w:p>
          <w:p w14:paraId="5FCFEBBD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Głowacki: System konstytucyjny Holandii, </w:t>
            </w:r>
          </w:p>
          <w:p w14:paraId="46938AE6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W. Brodziński: System konstytucyjny Rumunii, J. Wojnicki: System konstytucyjny Serbii i Czarnogóry, Z. Czeszejko-Sochacki: System konstytucyjny Szwajcarii, P.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Mikuli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System konstytucyjny Słowenii, A. Szymański: System konstytucyjny Turcji,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E. Zieliński: System konstytucyjny Ukrainy, Z. Witkowski: System konstytucyjny Włoch, W. Brodziński: System konstytucyjny Węgier, M. Grzybowski: Systemy konstytucyjne państw skandynawskich, J. Zieliński: Systemy konstytucyjne Łotwy, Estonii i Litwy</w:t>
            </w:r>
          </w:p>
          <w:p w14:paraId="25448035" w14:textId="77777777" w:rsidR="00692F7A" w:rsidRDefault="00692F7A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Serie: Konstytucje świata oraz Parlamenty świata, Wydawnictwo Sejmowe.</w:t>
            </w:r>
          </w:p>
        </w:tc>
      </w:tr>
    </w:tbl>
    <w:p w14:paraId="5C28737A" w14:textId="77777777" w:rsidR="00692F7A" w:rsidRDefault="00692F7A" w:rsidP="00692F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2F740" w14:textId="77777777" w:rsidR="00692F7A" w:rsidRDefault="00692F7A" w:rsidP="00692F7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79D0D1" w14:textId="3AE29668" w:rsidR="0085747A" w:rsidRPr="00692F7A" w:rsidRDefault="0085747A" w:rsidP="00692F7A"/>
    <w:sectPr w:rsidR="0085747A" w:rsidRPr="00692F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1C3E1" w14:textId="77777777" w:rsidR="00B61041" w:rsidRDefault="00B61041" w:rsidP="00C16ABF">
      <w:pPr>
        <w:spacing w:after="0" w:line="240" w:lineRule="auto"/>
      </w:pPr>
      <w:r>
        <w:separator/>
      </w:r>
    </w:p>
  </w:endnote>
  <w:endnote w:type="continuationSeparator" w:id="0">
    <w:p w14:paraId="737E2DEB" w14:textId="77777777" w:rsidR="00B61041" w:rsidRDefault="00B610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C85D5" w14:textId="77777777" w:rsidR="00B61041" w:rsidRDefault="00B61041" w:rsidP="00C16ABF">
      <w:pPr>
        <w:spacing w:after="0" w:line="240" w:lineRule="auto"/>
      </w:pPr>
      <w:r>
        <w:separator/>
      </w:r>
    </w:p>
  </w:footnote>
  <w:footnote w:type="continuationSeparator" w:id="0">
    <w:p w14:paraId="7B0A7869" w14:textId="77777777" w:rsidR="00B61041" w:rsidRDefault="00B61041" w:rsidP="00C16ABF">
      <w:pPr>
        <w:spacing w:after="0" w:line="240" w:lineRule="auto"/>
      </w:pPr>
      <w:r>
        <w:continuationSeparator/>
      </w:r>
    </w:p>
  </w:footnote>
  <w:footnote w:id="1">
    <w:p w14:paraId="1C340341" w14:textId="77777777" w:rsidR="00692F7A" w:rsidRDefault="00692F7A" w:rsidP="00692F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D10C41"/>
    <w:multiLevelType w:val="hybridMultilevel"/>
    <w:tmpl w:val="DC16F0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D3827"/>
    <w:multiLevelType w:val="hybridMultilevel"/>
    <w:tmpl w:val="DC16F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329759">
    <w:abstractNumId w:val="0"/>
  </w:num>
  <w:num w:numId="2" w16cid:durableId="1508403187">
    <w:abstractNumId w:val="3"/>
  </w:num>
  <w:num w:numId="3" w16cid:durableId="230121055">
    <w:abstractNumId w:val="1"/>
  </w:num>
  <w:num w:numId="4" w16cid:durableId="155461461">
    <w:abstractNumId w:val="2"/>
  </w:num>
  <w:num w:numId="5" w16cid:durableId="345254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F"/>
    <w:rsid w:val="000048FD"/>
    <w:rsid w:val="000077B4"/>
    <w:rsid w:val="00015B8F"/>
    <w:rsid w:val="00022ECE"/>
    <w:rsid w:val="00042A51"/>
    <w:rsid w:val="00042D2E"/>
    <w:rsid w:val="00044C82"/>
    <w:rsid w:val="00050035"/>
    <w:rsid w:val="00053095"/>
    <w:rsid w:val="000702BF"/>
    <w:rsid w:val="00070ED6"/>
    <w:rsid w:val="000742DC"/>
    <w:rsid w:val="00084C12"/>
    <w:rsid w:val="0009462C"/>
    <w:rsid w:val="00094B12"/>
    <w:rsid w:val="00096C46"/>
    <w:rsid w:val="000A296F"/>
    <w:rsid w:val="000A2A28"/>
    <w:rsid w:val="000A2FAC"/>
    <w:rsid w:val="000A3CDF"/>
    <w:rsid w:val="000A727A"/>
    <w:rsid w:val="000B192D"/>
    <w:rsid w:val="000B28EE"/>
    <w:rsid w:val="000B3E37"/>
    <w:rsid w:val="000D04B0"/>
    <w:rsid w:val="000F1C57"/>
    <w:rsid w:val="000F5615"/>
    <w:rsid w:val="00105C1A"/>
    <w:rsid w:val="0011188D"/>
    <w:rsid w:val="00124BFF"/>
    <w:rsid w:val="0012560E"/>
    <w:rsid w:val="00127108"/>
    <w:rsid w:val="00134833"/>
    <w:rsid w:val="00134B13"/>
    <w:rsid w:val="00146BC0"/>
    <w:rsid w:val="00153C41"/>
    <w:rsid w:val="00154381"/>
    <w:rsid w:val="0015467D"/>
    <w:rsid w:val="001640A7"/>
    <w:rsid w:val="00164FA7"/>
    <w:rsid w:val="00166A03"/>
    <w:rsid w:val="001718A7"/>
    <w:rsid w:val="00172B7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6D02"/>
    <w:rsid w:val="0022477D"/>
    <w:rsid w:val="002278A9"/>
    <w:rsid w:val="002336F9"/>
    <w:rsid w:val="0024028F"/>
    <w:rsid w:val="00242AB4"/>
    <w:rsid w:val="00244ABC"/>
    <w:rsid w:val="0024788C"/>
    <w:rsid w:val="002534BB"/>
    <w:rsid w:val="00276F45"/>
    <w:rsid w:val="00281FF2"/>
    <w:rsid w:val="002857DE"/>
    <w:rsid w:val="00291567"/>
    <w:rsid w:val="002951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3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77A"/>
    <w:rsid w:val="003A0A5B"/>
    <w:rsid w:val="003A1176"/>
    <w:rsid w:val="003C0BAE"/>
    <w:rsid w:val="003D18A9"/>
    <w:rsid w:val="003D6286"/>
    <w:rsid w:val="003D6CE2"/>
    <w:rsid w:val="003E1228"/>
    <w:rsid w:val="003E1941"/>
    <w:rsid w:val="003E2FE6"/>
    <w:rsid w:val="003E49D5"/>
    <w:rsid w:val="003F205D"/>
    <w:rsid w:val="003F38C0"/>
    <w:rsid w:val="00404378"/>
    <w:rsid w:val="00414E3C"/>
    <w:rsid w:val="0042244A"/>
    <w:rsid w:val="0042745A"/>
    <w:rsid w:val="00431D5C"/>
    <w:rsid w:val="004344C3"/>
    <w:rsid w:val="004362C6"/>
    <w:rsid w:val="00437FA2"/>
    <w:rsid w:val="00445970"/>
    <w:rsid w:val="00447BF2"/>
    <w:rsid w:val="00461EFC"/>
    <w:rsid w:val="004652C2"/>
    <w:rsid w:val="004706D1"/>
    <w:rsid w:val="00471326"/>
    <w:rsid w:val="0047598D"/>
    <w:rsid w:val="004840FD"/>
    <w:rsid w:val="00490F7D"/>
    <w:rsid w:val="00491678"/>
    <w:rsid w:val="004934B0"/>
    <w:rsid w:val="004968E2"/>
    <w:rsid w:val="004A3DDA"/>
    <w:rsid w:val="004A3EEA"/>
    <w:rsid w:val="004A4D1F"/>
    <w:rsid w:val="004D5282"/>
    <w:rsid w:val="004F1551"/>
    <w:rsid w:val="004F2F69"/>
    <w:rsid w:val="004F3C1D"/>
    <w:rsid w:val="004F55A3"/>
    <w:rsid w:val="0050496F"/>
    <w:rsid w:val="00513B6F"/>
    <w:rsid w:val="00517C63"/>
    <w:rsid w:val="005359C5"/>
    <w:rsid w:val="005363C4"/>
    <w:rsid w:val="00536BDE"/>
    <w:rsid w:val="00542D2A"/>
    <w:rsid w:val="00543ACC"/>
    <w:rsid w:val="0056696D"/>
    <w:rsid w:val="00570A25"/>
    <w:rsid w:val="0059484D"/>
    <w:rsid w:val="005A0855"/>
    <w:rsid w:val="005A133C"/>
    <w:rsid w:val="005A3196"/>
    <w:rsid w:val="005B5B0C"/>
    <w:rsid w:val="005C080F"/>
    <w:rsid w:val="005C55E5"/>
    <w:rsid w:val="005C696A"/>
    <w:rsid w:val="005E6E85"/>
    <w:rsid w:val="005F31D2"/>
    <w:rsid w:val="0061029B"/>
    <w:rsid w:val="00615832"/>
    <w:rsid w:val="00617230"/>
    <w:rsid w:val="00621CE1"/>
    <w:rsid w:val="00627FC9"/>
    <w:rsid w:val="00632D06"/>
    <w:rsid w:val="00640486"/>
    <w:rsid w:val="00647FA8"/>
    <w:rsid w:val="00650C5F"/>
    <w:rsid w:val="00654934"/>
    <w:rsid w:val="006620D9"/>
    <w:rsid w:val="00671958"/>
    <w:rsid w:val="00675843"/>
    <w:rsid w:val="00692F7A"/>
    <w:rsid w:val="00696477"/>
    <w:rsid w:val="006B1D85"/>
    <w:rsid w:val="006C3B1E"/>
    <w:rsid w:val="006D050F"/>
    <w:rsid w:val="006D6139"/>
    <w:rsid w:val="006E5D65"/>
    <w:rsid w:val="006E7418"/>
    <w:rsid w:val="006E773C"/>
    <w:rsid w:val="006F1282"/>
    <w:rsid w:val="006F1FBC"/>
    <w:rsid w:val="006F31E2"/>
    <w:rsid w:val="00706544"/>
    <w:rsid w:val="007072BA"/>
    <w:rsid w:val="0071620A"/>
    <w:rsid w:val="00724677"/>
    <w:rsid w:val="00725459"/>
    <w:rsid w:val="007322D4"/>
    <w:rsid w:val="007327BD"/>
    <w:rsid w:val="0073303B"/>
    <w:rsid w:val="00734608"/>
    <w:rsid w:val="00740340"/>
    <w:rsid w:val="00745302"/>
    <w:rsid w:val="0074592F"/>
    <w:rsid w:val="007461D6"/>
    <w:rsid w:val="00746EC8"/>
    <w:rsid w:val="00763BF1"/>
    <w:rsid w:val="00766FD4"/>
    <w:rsid w:val="00776F46"/>
    <w:rsid w:val="0078168C"/>
    <w:rsid w:val="00787C2A"/>
    <w:rsid w:val="00790E27"/>
    <w:rsid w:val="007A4022"/>
    <w:rsid w:val="007A6E6E"/>
    <w:rsid w:val="007B6E39"/>
    <w:rsid w:val="007C2AF5"/>
    <w:rsid w:val="007C3299"/>
    <w:rsid w:val="007C3BCC"/>
    <w:rsid w:val="007C4546"/>
    <w:rsid w:val="007D6E56"/>
    <w:rsid w:val="007F4155"/>
    <w:rsid w:val="00801CA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F27"/>
    <w:rsid w:val="00916188"/>
    <w:rsid w:val="00923D7D"/>
    <w:rsid w:val="00943AC8"/>
    <w:rsid w:val="009508DF"/>
    <w:rsid w:val="00950DAC"/>
    <w:rsid w:val="00954A07"/>
    <w:rsid w:val="00987B8B"/>
    <w:rsid w:val="00997181"/>
    <w:rsid w:val="00997F14"/>
    <w:rsid w:val="009A4E22"/>
    <w:rsid w:val="009A537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FDE"/>
    <w:rsid w:val="00A155EE"/>
    <w:rsid w:val="00A2245B"/>
    <w:rsid w:val="00A30110"/>
    <w:rsid w:val="00A36899"/>
    <w:rsid w:val="00A371F6"/>
    <w:rsid w:val="00A43BF6"/>
    <w:rsid w:val="00A4442A"/>
    <w:rsid w:val="00A53FA5"/>
    <w:rsid w:val="00A54817"/>
    <w:rsid w:val="00A601C8"/>
    <w:rsid w:val="00A60799"/>
    <w:rsid w:val="00A81F42"/>
    <w:rsid w:val="00A84C85"/>
    <w:rsid w:val="00A97DE1"/>
    <w:rsid w:val="00AB053C"/>
    <w:rsid w:val="00AB5D47"/>
    <w:rsid w:val="00AC1281"/>
    <w:rsid w:val="00AD0CE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FF"/>
    <w:rsid w:val="00B3130B"/>
    <w:rsid w:val="00B40ADB"/>
    <w:rsid w:val="00B43B77"/>
    <w:rsid w:val="00B43E80"/>
    <w:rsid w:val="00B607DB"/>
    <w:rsid w:val="00B61041"/>
    <w:rsid w:val="00B66529"/>
    <w:rsid w:val="00B75946"/>
    <w:rsid w:val="00B8056E"/>
    <w:rsid w:val="00B819C8"/>
    <w:rsid w:val="00B82308"/>
    <w:rsid w:val="00B86237"/>
    <w:rsid w:val="00B86750"/>
    <w:rsid w:val="00B90885"/>
    <w:rsid w:val="00BB520A"/>
    <w:rsid w:val="00BC0BC9"/>
    <w:rsid w:val="00BD3869"/>
    <w:rsid w:val="00BD66E9"/>
    <w:rsid w:val="00BD6FF4"/>
    <w:rsid w:val="00BF2C41"/>
    <w:rsid w:val="00C00012"/>
    <w:rsid w:val="00C02522"/>
    <w:rsid w:val="00C058B4"/>
    <w:rsid w:val="00C05F44"/>
    <w:rsid w:val="00C10C04"/>
    <w:rsid w:val="00C131B5"/>
    <w:rsid w:val="00C16ABF"/>
    <w:rsid w:val="00C170AE"/>
    <w:rsid w:val="00C22576"/>
    <w:rsid w:val="00C2644A"/>
    <w:rsid w:val="00C26CB7"/>
    <w:rsid w:val="00C324C1"/>
    <w:rsid w:val="00C36992"/>
    <w:rsid w:val="00C4186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B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B14"/>
    <w:rsid w:val="00DA2114"/>
    <w:rsid w:val="00DE09C0"/>
    <w:rsid w:val="00DE4A14"/>
    <w:rsid w:val="00DF320D"/>
    <w:rsid w:val="00DF71C8"/>
    <w:rsid w:val="00E058CD"/>
    <w:rsid w:val="00E11E2B"/>
    <w:rsid w:val="00E129B8"/>
    <w:rsid w:val="00E21E7D"/>
    <w:rsid w:val="00E22FBC"/>
    <w:rsid w:val="00E24BF5"/>
    <w:rsid w:val="00E25338"/>
    <w:rsid w:val="00E46692"/>
    <w:rsid w:val="00E51E44"/>
    <w:rsid w:val="00E52197"/>
    <w:rsid w:val="00E63348"/>
    <w:rsid w:val="00E742AA"/>
    <w:rsid w:val="00E77E88"/>
    <w:rsid w:val="00E8107D"/>
    <w:rsid w:val="00E94687"/>
    <w:rsid w:val="00E960BB"/>
    <w:rsid w:val="00EA2074"/>
    <w:rsid w:val="00EA4832"/>
    <w:rsid w:val="00EA4E9D"/>
    <w:rsid w:val="00EB793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D4"/>
    <w:rsid w:val="00F7066B"/>
    <w:rsid w:val="00F83B28"/>
    <w:rsid w:val="00F91F01"/>
    <w:rsid w:val="00F95A40"/>
    <w:rsid w:val="00F974DA"/>
    <w:rsid w:val="00FA46E5"/>
    <w:rsid w:val="00FB2CA0"/>
    <w:rsid w:val="00FB7DBA"/>
    <w:rsid w:val="00FC1C25"/>
    <w:rsid w:val="00FC3F45"/>
    <w:rsid w:val="00FD503F"/>
    <w:rsid w:val="00FD7589"/>
    <w:rsid w:val="00FF016A"/>
    <w:rsid w:val="00FF1401"/>
    <w:rsid w:val="00FF5E7D"/>
    <w:rsid w:val="0239960E"/>
    <w:rsid w:val="1EAC615A"/>
    <w:rsid w:val="2C79E87E"/>
    <w:rsid w:val="2FF6B131"/>
    <w:rsid w:val="3214E422"/>
    <w:rsid w:val="32D4C07C"/>
    <w:rsid w:val="347090DD"/>
    <w:rsid w:val="349BD2A4"/>
    <w:rsid w:val="39440200"/>
    <w:rsid w:val="3BA263F8"/>
    <w:rsid w:val="3C250B54"/>
    <w:rsid w:val="44EE0F8A"/>
    <w:rsid w:val="4AFDE3B1"/>
    <w:rsid w:val="4CAC84C8"/>
    <w:rsid w:val="4FE4258A"/>
    <w:rsid w:val="5970708B"/>
    <w:rsid w:val="62E56754"/>
    <w:rsid w:val="659B9CF1"/>
    <w:rsid w:val="6744256E"/>
    <w:rsid w:val="6CC0E7FD"/>
    <w:rsid w:val="6DD5034C"/>
    <w:rsid w:val="77326B1D"/>
    <w:rsid w:val="7749FA15"/>
    <w:rsid w:val="791F8300"/>
    <w:rsid w:val="7BD58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314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6F8F-66F0-4652-8EBA-4999B312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2025-10-17T08:45:00Z</cp:lastPrinted>
  <dcterms:created xsi:type="dcterms:W3CDTF">2025-09-13T05:32:00Z</dcterms:created>
  <dcterms:modified xsi:type="dcterms:W3CDTF">2025-11-20T07:33:00Z</dcterms:modified>
</cp:coreProperties>
</file>